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446196B8" w14:textId="33AA3B4D" w:rsidR="00120CA1" w:rsidRPr="00120CA1" w:rsidRDefault="009114DD" w:rsidP="00120CA1">
      <w:pPr>
        <w:pStyle w:val="Nadpisobsahu"/>
        <w:jc w:val="both"/>
        <w:rPr>
          <w:rFonts w:eastAsia="Times New Roman" w:cs="Times New Roman"/>
          <w:b w:val="0"/>
          <w:color w:val="FF5200" w:themeColor="accent2"/>
          <w:sz w:val="36"/>
          <w:szCs w:val="36"/>
          <w:lang w:val="cs-CZ" w:eastAsia="cs-CZ"/>
        </w:rPr>
      </w:pPr>
      <w:r w:rsidRPr="00120CA1">
        <w:rPr>
          <w:color w:val="FF5200" w:themeColor="accent2"/>
          <w:sz w:val="36"/>
          <w:szCs w:val="36"/>
          <w:lang w:val="cs-CZ"/>
        </w:rPr>
        <w:t>Krycí list nabídky k veřejné zakázce s názvem „</w:t>
      </w:r>
      <w:r w:rsidR="00433F33" w:rsidRPr="00120CA1">
        <w:rPr>
          <w:color w:val="FF5200" w:themeColor="accent2"/>
          <w:sz w:val="36"/>
          <w:szCs w:val="36"/>
          <w:lang w:val="cs-CZ"/>
        </w:rPr>
        <w:t>Náhrada přejezdu P 4910 v km 323,116 trati Česká Třebová – Praha</w:t>
      </w:r>
      <w:r w:rsidRPr="00120CA1">
        <w:rPr>
          <w:color w:val="FF5200" w:themeColor="accent2"/>
          <w:sz w:val="36"/>
          <w:szCs w:val="36"/>
          <w:lang w:val="cs-CZ"/>
        </w:rPr>
        <w:t xml:space="preserve">“ vedené pod </w:t>
      </w:r>
      <w:r w:rsidRPr="00120CA1">
        <w:rPr>
          <w:rFonts w:eastAsia="Times New Roman" w:cs="Times New Roman"/>
          <w:color w:val="FF5200" w:themeColor="accent2"/>
          <w:sz w:val="36"/>
          <w:szCs w:val="36"/>
          <w:lang w:val="cs-CZ" w:eastAsia="cs-CZ"/>
        </w:rPr>
        <w:t>č.j.</w:t>
      </w:r>
      <w:r w:rsidR="00120CA1" w:rsidRPr="00120CA1">
        <w:rPr>
          <w:rFonts w:eastAsia="Times New Roman" w:cs="Times New Roman"/>
          <w:color w:val="FF5200" w:themeColor="accent2"/>
          <w:sz w:val="36"/>
          <w:szCs w:val="36"/>
          <w:lang w:val="cs-CZ" w:eastAsia="cs-CZ"/>
        </w:rPr>
        <w:t xml:space="preserve"> </w:t>
      </w:r>
      <w:r w:rsidR="00120CA1" w:rsidRPr="00120CA1">
        <w:rPr>
          <w:rFonts w:eastAsia="Times New Roman" w:cs="Times New Roman"/>
          <w:color w:val="FF5200" w:themeColor="accent2"/>
          <w:sz w:val="36"/>
          <w:szCs w:val="36"/>
          <w:lang w:val="cs-CZ" w:eastAsia="cs-CZ"/>
        </w:rPr>
        <w:t>6575/2026-SŽ-OŘ HKR-NPI</w:t>
      </w:r>
    </w:p>
    <w:sdt>
      <w:sdtPr>
        <w:rPr>
          <w:rFonts w:eastAsiaTheme="minorEastAsia"/>
          <w:b/>
        </w:rPr>
        <w:id w:val="-1153452466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1661AC7C" w14:textId="3EF7D2DF" w:rsidR="009114DD" w:rsidRDefault="009114DD" w:rsidP="00120CA1">
          <w:pPr>
            <w:jc w:val="both"/>
          </w:pPr>
          <w:r w:rsidRPr="5806BE41">
            <w:t>Obsah</w:t>
          </w:r>
        </w:p>
        <w:p w14:paraId="7D1A56CF" w14:textId="19EA3470" w:rsidR="00FE4290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08862632" w:history="1">
            <w:r w:rsidR="00FE4290" w:rsidRPr="00D64A07">
              <w:rPr>
                <w:rStyle w:val="Hypertextovodkaz"/>
              </w:rPr>
              <w:t>Kapitola č. 1 Všeobecné informace o dodavateli</w:t>
            </w:r>
            <w:r w:rsidR="00FE4290">
              <w:rPr>
                <w:noProof/>
                <w:webHidden/>
              </w:rPr>
              <w:tab/>
            </w:r>
            <w:r w:rsidR="00FE4290">
              <w:rPr>
                <w:noProof/>
                <w:webHidden/>
              </w:rPr>
              <w:fldChar w:fldCharType="begin"/>
            </w:r>
            <w:r w:rsidR="00FE4290">
              <w:rPr>
                <w:noProof/>
                <w:webHidden/>
              </w:rPr>
              <w:instrText xml:space="preserve"> PAGEREF _Toc208862632 \h </w:instrText>
            </w:r>
            <w:r w:rsidR="00FE4290">
              <w:rPr>
                <w:noProof/>
                <w:webHidden/>
              </w:rPr>
            </w:r>
            <w:r w:rsidR="00FE4290">
              <w:rPr>
                <w:noProof/>
                <w:webHidden/>
              </w:rPr>
              <w:fldChar w:fldCharType="separate"/>
            </w:r>
            <w:r w:rsidR="00FE4290">
              <w:rPr>
                <w:noProof/>
                <w:webHidden/>
              </w:rPr>
              <w:t>2</w:t>
            </w:r>
            <w:r w:rsidR="00FE4290">
              <w:rPr>
                <w:noProof/>
                <w:webHidden/>
              </w:rPr>
              <w:fldChar w:fldCharType="end"/>
            </w:r>
          </w:hyperlink>
        </w:p>
        <w:p w14:paraId="768148A5" w14:textId="61C2E513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3" w:history="1">
            <w:r w:rsidRPr="00D64A07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CCF1C" w14:textId="48B82FA5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4" w:history="1">
            <w:r w:rsidRPr="00D64A07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25809" w14:textId="32575CC8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5" w:history="1">
            <w:r w:rsidRPr="00D64A07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83C91" w14:textId="7EFB78B1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6" w:history="1">
            <w:r w:rsidRPr="00D64A07">
              <w:rPr>
                <w:rStyle w:val="Hypertextovodkaz"/>
              </w:rPr>
              <w:t>kapitola č. 5 Čestné prohlášení ke splnění ekonomické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864B5" w14:textId="39DEE73C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7" w:history="1">
            <w:r w:rsidRPr="00D64A07">
              <w:rPr>
                <w:rStyle w:val="Hypertextovodkaz"/>
              </w:rPr>
              <w:t>Kapitola č. 6 Seznam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C7262" w14:textId="07287470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8" w:history="1">
            <w:r w:rsidRPr="00D64A07">
              <w:rPr>
                <w:rStyle w:val="Hypertextovodkaz"/>
              </w:rPr>
              <w:t>Kapitola č. 7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CF28A" w14:textId="5CD7A598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39" w:history="1">
            <w:r w:rsidRPr="00D64A07">
              <w:rPr>
                <w:rStyle w:val="Hypertextovodkaz"/>
              </w:rPr>
              <w:t>Kapitola č. 8 Vzor profesního životopisu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18946" w14:textId="77192ED5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40" w:history="1">
            <w:r w:rsidRPr="00D64A07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C26E9" w14:textId="0FD29129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41" w:history="1">
            <w:r w:rsidRPr="00D64A07">
              <w:rPr>
                <w:rStyle w:val="Hypertextovodkaz"/>
              </w:rPr>
              <w:t>Kapitola č. 10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D8272" w14:textId="4CE30501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42" w:history="1">
            <w:r w:rsidRPr="00D64A07">
              <w:rPr>
                <w:rStyle w:val="Hypertextovodkaz"/>
              </w:rPr>
              <w:t>Kapitola č. 11 Přehled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24C65" w14:textId="0FB7F556" w:rsidR="00FE4290" w:rsidRDefault="00FE429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62643" w:history="1">
            <w:r w:rsidRPr="00D64A07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_Toc208862643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6BC5789F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08862632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08862633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08862634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08862635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2DC97992" w:rsidR="00D6532E" w:rsidRPr="006564BB" w:rsidRDefault="00D6532E" w:rsidP="00EF4E96">
      <w:pPr>
        <w:pStyle w:val="Nadpisbezsl1-1"/>
        <w:jc w:val="both"/>
      </w:pPr>
      <w:bookmarkStart w:id="8" w:name="_Toc208862636"/>
      <w:r>
        <w:lastRenderedPageBreak/>
        <w:t xml:space="preserve">kapitola č. </w:t>
      </w:r>
      <w:r w:rsidR="00D84A9C">
        <w:t xml:space="preserve">5 </w:t>
      </w:r>
      <w:r w:rsidRPr="006564BB">
        <w:t xml:space="preserve">Čestné prohlášení </w:t>
      </w:r>
      <w:r w:rsidRPr="003D5D3E">
        <w:t>ke splnění ekonomické kvalifikace</w:t>
      </w:r>
      <w:r>
        <w:rPr>
          <w:rStyle w:val="Znakapoznpodarou"/>
        </w:rPr>
        <w:footnoteReference w:id="4"/>
      </w:r>
      <w:bookmarkEnd w:id="8"/>
    </w:p>
    <w:p w14:paraId="57985A11" w14:textId="545B5C87" w:rsidR="00D6532E" w:rsidRPr="006564BB" w:rsidRDefault="00D6532E" w:rsidP="00EF4E96">
      <w:pPr>
        <w:pStyle w:val="Textbezslovn"/>
      </w:pPr>
      <w:r w:rsidRPr="00EF4E96">
        <w:rPr>
          <w:b/>
          <w:bCs/>
        </w:rPr>
        <w:t>Dodavatel tímto čestně prohlašuje</w:t>
      </w:r>
      <w:r w:rsidRPr="006564BB">
        <w:t xml:space="preserve">, že v posledních 3 uzavřených účetních obdobích dosáhl </w:t>
      </w:r>
      <w:r w:rsidR="0008302F">
        <w:t>on</w:t>
      </w:r>
      <w:r w:rsidR="00124545">
        <w:t xml:space="preserve">, </w:t>
      </w:r>
      <w:r w:rsidR="00044E22">
        <w:t>případn</w:t>
      </w:r>
      <w:r w:rsidR="00150AB6">
        <w:t>ě dodavatel, s nímž podává nabídku společně v rámci společnosti/sdružení</w:t>
      </w:r>
      <w:r w:rsidR="00310AC9">
        <w:t xml:space="preserve">, nebo jiná osoba </w:t>
      </w:r>
      <w:r w:rsidRPr="006564BB">
        <w:t>následujícího ročního obratu ve smyslu § 78 odst. 1 zákona č. 134/2016 Sb., o zadávání veřejných zakázek, ve znění pozdějších předpisů (dále jen „</w:t>
      </w:r>
      <w:r w:rsidRPr="006564BB">
        <w:rPr>
          <w:b/>
        </w:rPr>
        <w:t>Roční obrat</w:t>
      </w:r>
      <w:r w:rsidRPr="006564BB">
        <w:t>“):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1825"/>
        <w:gridCol w:w="1825"/>
        <w:gridCol w:w="1823"/>
      </w:tblGrid>
      <w:tr w:rsidR="00D6532E" w:rsidRPr="006564BB" w14:paraId="2D19DD21" w14:textId="77777777" w:rsidTr="00EF4E96">
        <w:trPr>
          <w:jc w:val="center"/>
        </w:trPr>
        <w:tc>
          <w:tcPr>
            <w:tcW w:w="184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1012A1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790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0EDA4FB8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01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3B0D22A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F61A9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5965AFE5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</w:tr>
      <w:tr w:rsidR="00D6532E" w:rsidRPr="006564BB" w14:paraId="07DD3EAF" w14:textId="77777777" w:rsidTr="00EF4E96">
        <w:trPr>
          <w:jc w:val="center"/>
        </w:trPr>
        <w:tc>
          <w:tcPr>
            <w:tcW w:w="184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450BE9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E6CA13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E332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2.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0EFBC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3.</w:t>
            </w:r>
          </w:p>
        </w:tc>
      </w:tr>
      <w:tr w:rsidR="00D6532E" w:rsidRPr="006564BB" w14:paraId="23B716D6" w14:textId="77777777" w:rsidTr="00EF4E96">
        <w:trPr>
          <w:jc w:val="center"/>
        </w:trPr>
        <w:tc>
          <w:tcPr>
            <w:tcW w:w="184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BA870E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8DE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8592288"/>
                <w:placeholder>
                  <w:docPart w:val="01D830D3C3604A0B9D4622A9B238A101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EBE4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305627117"/>
                <w:placeholder>
                  <w:docPart w:val="5E4CB930CAB544B99C6DA5A6DE116FB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0248FE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2093736780"/>
                <w:placeholder>
                  <w:docPart w:val="E8814A8204CB4E2B96C63DE241CC1963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5D057CF5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F3CC0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Roční obrat (v EUR)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DC1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860342032"/>
                <w:placeholder>
                  <w:docPart w:val="F0223890D67348F8B755B163E8331B6C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AF1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543900368"/>
                <w:placeholder>
                  <w:docPart w:val="44A40BE0B0BE4E9C80629C011E10C9A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8C39F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487680408"/>
                <w:placeholder>
                  <w:docPart w:val="BDD92709007940F984FD98E15939C866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6ACBE6DB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97A6C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Použitý směnný kurz na EUR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6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E72AF0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492872046"/>
                <w:placeholder>
                  <w:docPart w:val="345634E01B6044FE81FD94811BFA95D8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72DED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433820648"/>
                <w:placeholder>
                  <w:docPart w:val="1EC13502801345FE90F79E76AE8A4B02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59B6EF" w14:textId="77777777" w:rsidR="00D6532E" w:rsidRPr="006564BB" w:rsidRDefault="00120CA1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6513298"/>
                <w:placeholder>
                  <w:docPart w:val="6ACE2DA58E754C649A53C259DCF7777E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</w:tbl>
    <w:p w14:paraId="34C9ABE6" w14:textId="77777777" w:rsidR="00E51D21" w:rsidRDefault="00E51D21" w:rsidP="00EF4E96">
      <w:pPr>
        <w:pStyle w:val="Zkladntextodsazen"/>
        <w:jc w:val="both"/>
        <w:rPr>
          <w:rFonts w:ascii="Verdana" w:hAnsi="Verdana" w:cstheme="minorHAnsi"/>
          <w:b/>
          <w:bCs/>
        </w:rPr>
      </w:pPr>
    </w:p>
    <w:p w14:paraId="44AF0E1B" w14:textId="4BF6A1A6" w:rsidR="00D6532E" w:rsidRPr="006564BB" w:rsidRDefault="00D6532E" w:rsidP="00EF4E96">
      <w:pPr>
        <w:pStyle w:val="Zkladntextodsazen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</w:rPr>
        <w:t xml:space="preserve">Roční obrat odpovídá </w:t>
      </w:r>
      <w:r w:rsidRPr="006564BB">
        <w:rPr>
          <w:rFonts w:ascii="Verdana" w:hAnsi="Verdana" w:cstheme="minorHAnsi"/>
          <w:highlight w:val="yellow"/>
        </w:rPr>
        <w:t>[DODAVATEL UPRAVÍ DLE POTŘEBY]</w:t>
      </w:r>
    </w:p>
    <w:p w14:paraId="0CC19B7E" w14:textId="77777777" w:rsidR="00D6532E" w:rsidRPr="006564BB" w:rsidRDefault="00D6532E" w:rsidP="00C52A6F">
      <w:pPr>
        <w:pStyle w:val="Zkladntextodsazen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obratu dosaženému za účetní období dle § 3 odst. 2</w:t>
      </w:r>
      <w:r w:rsidRPr="006564BB">
        <w:rPr>
          <w:rFonts w:ascii="Verdana" w:hAnsi="Verdana" w:cstheme="minorHAnsi"/>
        </w:rPr>
        <w:t xml:space="preserve"> zákona č. 563/1991 Sb., o účetnictví, neboť účetním obdobím bylo 12 bezprostředně po sobě jdoucích měsíců;</w:t>
      </w:r>
    </w:p>
    <w:p w14:paraId="7A76E49F" w14:textId="77777777" w:rsidR="00D6532E" w:rsidRPr="006564BB" w:rsidRDefault="00D6532E" w:rsidP="00C52A6F">
      <w:pPr>
        <w:numPr>
          <w:ilvl w:val="0"/>
          <w:numId w:val="23"/>
        </w:numPr>
        <w:spacing w:after="12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úhrnu čistého obratu ve smyslu § 1d odst. 2</w:t>
      </w:r>
      <w:r w:rsidRPr="006564BB">
        <w:rPr>
          <w:rFonts w:ascii="Verdana" w:hAnsi="Verdana" w:cstheme="minorHAnsi"/>
        </w:rPr>
        <w:t xml:space="preserve"> zákona č. 563/1991 Sb., o účetnictví, neboť účetní období bylo kratší nebo delší než 12 bezprostředně po sobě jdoucích měsíců.</w:t>
      </w:r>
    </w:p>
    <w:p w14:paraId="3E2D9C47" w14:textId="77777777" w:rsidR="00D6532E" w:rsidRPr="00A804F0" w:rsidRDefault="00D6532E" w:rsidP="00C52A6F">
      <w:pPr>
        <w:spacing w:after="120"/>
        <w:jc w:val="both"/>
        <w:rPr>
          <w:rFonts w:ascii="Verdana" w:hAnsi="Verdana" w:cstheme="minorHAnsi"/>
          <w:highlight w:val="green"/>
        </w:rPr>
      </w:pPr>
      <w:r w:rsidRPr="00A804F0">
        <w:rPr>
          <w:rFonts w:ascii="Verdana" w:hAnsi="Verdana" w:cstheme="minorHAnsi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76D114A6" w14:textId="77777777" w:rsidR="00D6532E" w:rsidRPr="006564BB" w:rsidRDefault="00D6532E" w:rsidP="00C52A6F">
      <w:pPr>
        <w:jc w:val="both"/>
        <w:rPr>
          <w:rFonts w:ascii="Verdana" w:hAnsi="Verdana" w:cstheme="minorHAnsi"/>
        </w:rPr>
      </w:pPr>
      <w:r w:rsidRPr="00A804F0">
        <w:rPr>
          <w:rFonts w:ascii="Verdana" w:hAnsi="Verdana" w:cstheme="minorHAnsi"/>
          <w:b/>
          <w:highlight w:val="green"/>
        </w:rPr>
        <w:t>Přílohy:</w:t>
      </w:r>
      <w:r w:rsidRPr="00A804F0">
        <w:rPr>
          <w:rFonts w:ascii="Verdana" w:hAnsi="Verdana" w:cstheme="minorHAnsi"/>
          <w:highlight w:val="green"/>
        </w:rPr>
        <w:t xml:space="preserve"> výkazy zisků a ztrát nebo obdobný doklad podle právního řádu země sídla dodavatele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4E8E46EC" w:rsidR="0035531B" w:rsidRDefault="00BE7668" w:rsidP="00EF4E96">
      <w:pPr>
        <w:pStyle w:val="Nadpisbezsl1-1"/>
        <w:jc w:val="both"/>
      </w:pPr>
      <w:bookmarkStart w:id="9" w:name="_Toc208862637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ED1816" w:rsidRPr="00ED1816">
        <w:t>Seznam stavebních prací</w:t>
      </w:r>
      <w:bookmarkEnd w:id="9"/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14:paraId="3B8E3480" w14:textId="77777777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CD33B12" w14:textId="77777777" w:rsidR="00DD63D8" w:rsidRPr="00AD792A" w:rsidRDefault="00DD63D8" w:rsidP="00EF4E96">
            <w:pPr>
              <w:jc w:val="both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E8E18C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3C58574A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3FB0CB70" w14:textId="77777777" w:rsidR="009560DD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>Termín plnění dle smlouvy a doba dokončení stavebních prací (</w:t>
            </w:r>
            <w:r w:rsidR="009560DD"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4198E0C" w14:textId="773B797E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36B25E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4098A8BD" w14:textId="77777777" w:rsidR="00DD63D8" w:rsidRPr="00AD792A" w:rsidRDefault="007F0310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="00DD63D8"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="00DD63D8" w:rsidRPr="00AD792A">
              <w:rPr>
                <w:b/>
              </w:rPr>
              <w:t xml:space="preserve">, které dodavatel poskytl** za </w:t>
            </w:r>
            <w:r w:rsidR="00DD63D8" w:rsidRPr="00433F33">
              <w:rPr>
                <w:b/>
              </w:rPr>
              <w:t>posledních 5 let v Kč***</w:t>
            </w:r>
            <w:r w:rsidR="00DD63D8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bez DPH</w:t>
            </w:r>
          </w:p>
        </w:tc>
      </w:tr>
      <w:tr w:rsidR="00DD63D8" w:rsidRPr="00454716" w14:paraId="5ECDFBE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980E42C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0BE456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E78421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8CAB33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D908F8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DE28BF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48DE37A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F45C8ED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9F72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1CC535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A5E9DA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6092157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750FBF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8178C0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008BE42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A77A83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1B7E2A31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25613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0F0C1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F4EAB88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1AF14AAC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0A629EC4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71729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0F46A75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48F425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6F12694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C61B1D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6697B55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35CA64BA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870EE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853C43B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09BDF21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6CBCAB6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32C53CD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453440C" w14:textId="77777777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6514AA96" w14:textId="77777777" w:rsidR="00DD63D8" w:rsidRPr="00454716" w:rsidRDefault="00DD63D8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4E1307B" w14:textId="77777777" w:rsidR="00DD63D8" w:rsidRPr="00454716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2E0DBF6B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0753274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0B1D6A08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27958E0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22A1289" w14:textId="3716707C" w:rsidR="0035531B" w:rsidRDefault="0035531B" w:rsidP="00C52A6F">
      <w:pPr>
        <w:pStyle w:val="Textbezslovn"/>
      </w:pPr>
      <w:r w:rsidRPr="00AD792A">
        <w:rPr>
          <w:b/>
        </w:rPr>
        <w:t>*</w:t>
      </w:r>
      <w:r w:rsidR="00AD792A">
        <w:t xml:space="preserve"> </w:t>
      </w:r>
      <w:r>
        <w:t xml:space="preserve">V příslušném sloupci </w:t>
      </w:r>
      <w:r w:rsidR="00641082">
        <w:t xml:space="preserve">Dodavatel </w:t>
      </w:r>
      <w:r w:rsidR="00BC6D2B">
        <w:t>k </w:t>
      </w:r>
      <w:r>
        <w:t>jednotlivým zakázkám doplní:</w:t>
      </w:r>
    </w:p>
    <w:p w14:paraId="1315EBA4" w14:textId="1B7CDDE2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 xml:space="preserve">pokud předmět zakázky realizoval jako </w:t>
      </w:r>
      <w:r w:rsidR="00641082">
        <w:t>Dodava</w:t>
      </w:r>
      <w:r>
        <w:t>tel samostatně, nebo</w:t>
      </w:r>
    </w:p>
    <w:p w14:paraId="4AFDA54E" w14:textId="77777777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7FBB7A0C" w14:textId="77777777" w:rsidR="0035531B" w:rsidRDefault="0035531B" w:rsidP="00C52A6F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14:paraId="564620F5" w14:textId="77777777" w:rsidR="0035531B" w:rsidRDefault="0035531B" w:rsidP="00C52A6F">
      <w:pPr>
        <w:pStyle w:val="Textbezslovn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 xml:space="preserve">prokázání splnění kritéria kvalifikace týkajícího se požadavku na předložení seznamu referenčních zakázek </w:t>
      </w:r>
      <w:r w:rsidR="007D4F89">
        <w:t xml:space="preserve">či osvědčení </w:t>
      </w:r>
      <w:r>
        <w:t>i takové stavební práce, které poskytl:</w:t>
      </w:r>
    </w:p>
    <w:p w14:paraId="5B6B47EB" w14:textId="77777777" w:rsidR="0035531B" w:rsidRDefault="0035531B" w:rsidP="00C52A6F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14:paraId="3DB2F84F" w14:textId="77777777" w:rsidR="0035531B" w:rsidRDefault="0035531B" w:rsidP="00C52A6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14:paraId="15ECC4CB" w14:textId="77777777" w:rsidR="00F7192A" w:rsidRDefault="00F7192A" w:rsidP="00C52A6F">
      <w:pPr>
        <w:pStyle w:val="Odstavec1-1a"/>
        <w:numPr>
          <w:ilvl w:val="0"/>
          <w:numId w:val="0"/>
        </w:numPr>
        <w:ind w:left="737"/>
      </w:pPr>
      <w:r>
        <w:t>Oba výše uvedené body se týkají jak celkové hodnoty referenčních zakázek, tak i jejich dílčích hodnot (v cenových i případně necenových jednotkách, jsou-li takové požadovány).</w:t>
      </w:r>
    </w:p>
    <w:p w14:paraId="240134B2" w14:textId="2BAC1124" w:rsidR="0035531B" w:rsidRDefault="0035531B" w:rsidP="00C52A6F">
      <w:pPr>
        <w:pStyle w:val="Textbezslovn"/>
      </w:pPr>
      <w:r w:rsidRPr="37140D8B">
        <w:rPr>
          <w:b/>
          <w:bCs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 xml:space="preserve">cizí měně </w:t>
      </w:r>
      <w:r w:rsidR="00641082">
        <w:t>Dodava</w:t>
      </w:r>
      <w:r>
        <w:t>tel uvede ekvivalent ceny</w:t>
      </w:r>
      <w:r w:rsidR="00092CC9">
        <w:t xml:space="preserve"> v </w:t>
      </w:r>
      <w:r>
        <w:t>Kč</w:t>
      </w:r>
      <w:r w:rsidR="0A1339A7">
        <w:t xml:space="preserve"> podle pravidel uvedených v čl. 8.1 Výzvy</w:t>
      </w:r>
      <w:r>
        <w:t xml:space="preserve">. </w:t>
      </w:r>
    </w:p>
    <w:p w14:paraId="5D4F4C28" w14:textId="77777777" w:rsidR="0035531B" w:rsidRDefault="0035531B" w:rsidP="00C52A6F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27AAE80B" w:rsidR="0035531B" w:rsidRDefault="00BE7668" w:rsidP="00EF4E96">
      <w:pPr>
        <w:pStyle w:val="Nadpisbezsl1-1"/>
        <w:jc w:val="both"/>
      </w:pPr>
      <w:bookmarkStart w:id="10" w:name="_Toc208862638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4678" w:type="dxa"/>
        <w:tblLayout w:type="fixed"/>
        <w:tblLook w:val="04E0" w:firstRow="1" w:lastRow="1" w:firstColumn="1" w:lastColumn="0" w:noHBand="0" w:noVBand="1"/>
      </w:tblPr>
      <w:tblGrid>
        <w:gridCol w:w="2410"/>
        <w:gridCol w:w="2268"/>
      </w:tblGrid>
      <w:tr w:rsidR="008B4003" w:rsidRPr="00EE3C5F" w14:paraId="3BC61869" w14:textId="77777777" w:rsidTr="008B4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177EC7" w14:textId="6A0A32D1" w:rsidR="008B4003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8B4003" w:rsidRPr="00EE3C5F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2268" w:type="dxa"/>
          </w:tcPr>
          <w:p w14:paraId="7A4B74A0" w14:textId="49DC826B" w:rsidR="008B4003" w:rsidRPr="00EE3C5F" w:rsidRDefault="008B4003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 w:rsidR="00E220D7"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 w:rsidR="00D533A2">
              <w:rPr>
                <w:b/>
                <w:sz w:val="16"/>
                <w:szCs w:val="16"/>
              </w:rPr>
              <w:t> </w:t>
            </w:r>
            <w:r w:rsidR="00641082">
              <w:rPr>
                <w:b/>
                <w:sz w:val="16"/>
                <w:szCs w:val="16"/>
              </w:rPr>
              <w:t>Dodava</w:t>
            </w:r>
            <w:r w:rsidRPr="00EE3C5F">
              <w:rPr>
                <w:b/>
                <w:sz w:val="16"/>
                <w:szCs w:val="16"/>
              </w:rPr>
              <w:t>teli</w:t>
            </w:r>
            <w:r w:rsidR="00D533A2">
              <w:rPr>
                <w:b/>
                <w:sz w:val="16"/>
                <w:szCs w:val="16"/>
              </w:rPr>
              <w:t xml:space="preserve"> nebo případným</w:t>
            </w:r>
            <w:r w:rsidR="00E220D7">
              <w:rPr>
                <w:b/>
                <w:sz w:val="16"/>
                <w:szCs w:val="16"/>
              </w:rPr>
              <w:t xml:space="preserve"> dodavatelům, s</w:t>
            </w:r>
            <w:r w:rsidR="00734AA7">
              <w:rPr>
                <w:b/>
                <w:sz w:val="16"/>
                <w:szCs w:val="16"/>
              </w:rPr>
              <w:t> </w:t>
            </w:r>
            <w:r w:rsidR="00E220D7">
              <w:rPr>
                <w:b/>
                <w:sz w:val="16"/>
                <w:szCs w:val="16"/>
              </w:rPr>
              <w:t>nimiž</w:t>
            </w:r>
            <w:r w:rsidR="00734AA7">
              <w:rPr>
                <w:b/>
                <w:sz w:val="16"/>
                <w:szCs w:val="16"/>
              </w:rPr>
              <w:t xml:space="preserve"> Dodavatel </w:t>
            </w:r>
            <w:r w:rsidR="00D51A8B"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 w:rsidR="00D51A8B">
              <w:rPr>
                <w:b/>
                <w:sz w:val="16"/>
                <w:szCs w:val="16"/>
              </w:rPr>
              <w:t xml:space="preserve"> </w:t>
            </w:r>
            <w:r w:rsidR="00E220D7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B4003" w:rsidRPr="00454716" w14:paraId="310CF253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9A33868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B951329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10851B4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B9193E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3E69C56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DA52B1B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173344A7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63F51EA2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2471E60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473871F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F83E723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17735848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D6541F5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373C180C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BB85F06" w14:textId="77777777" w:rsidTr="008B4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</w:tcBorders>
            <w:shd w:val="clear" w:color="auto" w:fill="auto"/>
          </w:tcPr>
          <w:p w14:paraId="3F0E866B" w14:textId="77777777" w:rsidR="008B4003" w:rsidRPr="00454716" w:rsidRDefault="008B4003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</w:tcPr>
          <w:p w14:paraId="6E72F89C" w14:textId="77777777" w:rsidR="008B4003" w:rsidRPr="00454716" w:rsidRDefault="008B4003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EE3C5F" w:rsidRDefault="0035531B" w:rsidP="00C52A6F">
      <w:pPr>
        <w:pStyle w:val="Textbezslovn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14:paraId="1A3D1674" w14:textId="77777777" w:rsidR="0035531B" w:rsidRDefault="0035531B" w:rsidP="00C52A6F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0728B9F7" w:rsidR="0035531B" w:rsidRDefault="00BE7668" w:rsidP="00E8576A">
      <w:pPr>
        <w:pStyle w:val="Nadpisbezsl1-1"/>
        <w:jc w:val="both"/>
      </w:pPr>
      <w:bookmarkStart w:id="11" w:name="_Toc208862639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ED1816" w:rsidRPr="00ED1816">
        <w:t>Vzor profesního životopisu</w:t>
      </w:r>
      <w:bookmarkEnd w:id="11"/>
    </w:p>
    <w:p w14:paraId="0BE2FDCE" w14:textId="11BD4D77" w:rsidR="006B5D58" w:rsidRDefault="006B5D58" w:rsidP="00C52A6F">
      <w:pPr>
        <w:pStyle w:val="Textbezslovn"/>
      </w:pPr>
      <w:r>
        <w:t xml:space="preserve">V případě více členů odborného personálu vložte </w:t>
      </w:r>
      <w:r w:rsidR="00A67178">
        <w:t xml:space="preserve">(zkopírujte tuto šablonu) </w:t>
      </w:r>
      <w:r>
        <w:t xml:space="preserve">profesní životopis </w:t>
      </w:r>
      <w:r w:rsidR="00A67178">
        <w:t>dle počtu členů odborného personálu, nebo s ohledem na pravidla umožňující jednou osobou zastávat více pozic dle Výzvy k podání nabídky</w:t>
      </w:r>
      <w:r>
        <w:t>.</w:t>
      </w:r>
    </w:p>
    <w:p w14:paraId="4AD35177" w14:textId="62A8E39C" w:rsidR="0035531B" w:rsidRDefault="0035531B" w:rsidP="00C52A6F">
      <w:pPr>
        <w:pStyle w:val="Textbezslovn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</w:t>
      </w:r>
      <w:r w:rsidR="00641082">
        <w:t>Dodava</w:t>
      </w:r>
      <w:r>
        <w:t>tele: [</w:t>
      </w:r>
      <w:r w:rsidRPr="00E24F78">
        <w:rPr>
          <w:b/>
          <w:highlight w:val="yellow"/>
        </w:rPr>
        <w:t>DOPLNÍ DODAVATEL</w:t>
      </w:r>
      <w:r>
        <w:t>]</w:t>
      </w:r>
    </w:p>
    <w:p w14:paraId="27E92CC8" w14:textId="77777777" w:rsidR="00474F4D" w:rsidRDefault="00474F4D" w:rsidP="00C52A6F">
      <w:pPr>
        <w:pStyle w:val="Textbezslovn"/>
      </w:pPr>
    </w:p>
    <w:p w14:paraId="3767B35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14:paraId="20591EA0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14:paraId="15F8B52C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14B12A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5287631A" w14:textId="44D3BB5D" w:rsidR="0035531B" w:rsidRPr="00833899" w:rsidRDefault="0035531B" w:rsidP="00C52A6F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0171CF">
        <w:rPr>
          <w:highlight w:val="yellow"/>
        </w:rPr>
        <w:t>DOPLNÍ DODAVATEL</w:t>
      </w:r>
      <w:r w:rsidRPr="00833899">
        <w:t>]</w:t>
      </w:r>
    </w:p>
    <w:p w14:paraId="2EF1B11E" w14:textId="5E4FBB25" w:rsidR="0035531B" w:rsidRDefault="0035531B" w:rsidP="00C52A6F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 xml:space="preserve">zároveň není současně </w:t>
      </w:r>
      <w:r w:rsidR="00641082">
        <w:t>Dodava</w:t>
      </w:r>
      <w:r>
        <w:t xml:space="preserve">telem nebo není vůči </w:t>
      </w:r>
      <w:r w:rsidR="00641082">
        <w:t>Dodava</w:t>
      </w:r>
      <w:r>
        <w:t>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14:paraId="0924891E" w14:textId="77777777" w:rsidR="0035531B" w:rsidRPr="00833899" w:rsidRDefault="0035531B" w:rsidP="00C52A6F">
      <w:pPr>
        <w:pStyle w:val="Textbezslovn"/>
      </w:pPr>
    </w:p>
    <w:p w14:paraId="59AD06BC" w14:textId="77777777" w:rsidR="0035531B" w:rsidRPr="00833899" w:rsidRDefault="0035531B" w:rsidP="00C52A6F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5DE83509" w14:textId="77777777" w:rsidR="0035531B" w:rsidRPr="00833899" w:rsidRDefault="0035531B" w:rsidP="00C52A6F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7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8DE5AB7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F5CE752" w14:textId="21F17A67" w:rsidR="00C75B21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  <w:r w:rsidR="00C75B21">
              <w:rPr>
                <w:sz w:val="16"/>
                <w:szCs w:val="16"/>
              </w:rPr>
              <w:t xml:space="preserve"> při vykonávání činnosti či </w:t>
            </w:r>
            <w:r w:rsidR="00C75B21" w:rsidRPr="00762F71">
              <w:rPr>
                <w:sz w:val="16"/>
                <w:szCs w:val="16"/>
              </w:rPr>
              <w:t>v</w:t>
            </w:r>
            <w:r w:rsidR="00C75B21">
              <w:rPr>
                <w:sz w:val="16"/>
                <w:szCs w:val="16"/>
              </w:rPr>
              <w:t> </w:t>
            </w:r>
            <w:r w:rsidR="00C75B21" w:rsidRPr="00762F71">
              <w:rPr>
                <w:sz w:val="16"/>
                <w:szCs w:val="16"/>
              </w:rPr>
              <w:t>oboru</w:t>
            </w:r>
            <w:r w:rsidR="00C75B21">
              <w:rPr>
                <w:sz w:val="16"/>
                <w:szCs w:val="16"/>
              </w:rPr>
              <w:t xml:space="preserve">, jež jsou požadovány </w:t>
            </w:r>
            <w:r w:rsidR="00C75B21" w:rsidRPr="00762F71">
              <w:rPr>
                <w:sz w:val="16"/>
                <w:szCs w:val="16"/>
              </w:rPr>
              <w:t>pro</w:t>
            </w:r>
            <w:r w:rsidR="00C75B21">
              <w:rPr>
                <w:sz w:val="16"/>
                <w:szCs w:val="16"/>
              </w:rPr>
              <w:t xml:space="preserve"> </w:t>
            </w:r>
            <w:r w:rsidR="00C75B21" w:rsidRPr="00762F71">
              <w:rPr>
                <w:sz w:val="16"/>
                <w:szCs w:val="16"/>
              </w:rPr>
              <w:t>splnění kvalifikace</w:t>
            </w:r>
          </w:p>
          <w:p w14:paraId="304772D6" w14:textId="2A23293B" w:rsidR="00452F69" w:rsidRPr="00833899" w:rsidRDefault="00C75B21" w:rsidP="00EF4E9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(uveďte zde výslovně i </w:t>
            </w:r>
            <w:r w:rsidRPr="00C34E4B">
              <w:rPr>
                <w:bCs/>
                <w:sz w:val="16"/>
                <w:szCs w:val="16"/>
              </w:rPr>
              <w:t>činnost či obor</w:t>
            </w:r>
            <w:r>
              <w:rPr>
                <w:bCs/>
                <w:sz w:val="16"/>
                <w:szCs w:val="16"/>
              </w:rPr>
              <w:t xml:space="preserve"> specializace</w:t>
            </w:r>
            <w:r w:rsidRPr="00C34E4B">
              <w:rPr>
                <w:bCs/>
                <w:sz w:val="16"/>
                <w:szCs w:val="16"/>
              </w:rPr>
              <w:t>, jež j</w:t>
            </w:r>
            <w:r>
              <w:rPr>
                <w:bCs/>
                <w:sz w:val="16"/>
                <w:szCs w:val="16"/>
              </w:rPr>
              <w:t>e</w:t>
            </w:r>
            <w:r w:rsidRPr="00C34E4B">
              <w:rPr>
                <w:bCs/>
                <w:sz w:val="16"/>
                <w:szCs w:val="16"/>
              </w:rPr>
              <w:t xml:space="preserve"> požadován pro splnění kvalifikace)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00D4A0B" w14:textId="77777777" w:rsidR="00452F69" w:rsidRPr="00833899" w:rsidRDefault="00452F69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4104918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4B0CB3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33104A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88327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4F5C5A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A96DC02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8EC490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A8E124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75F9537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4A8139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B98606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7578C2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2F7A65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F03C7B8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F11A51B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B46364" w14:textId="77777777" w:rsidR="00452F69" w:rsidRPr="00833899" w:rsidRDefault="00452F69" w:rsidP="00C52A6F">
      <w:pPr>
        <w:pStyle w:val="Textbezslovn"/>
      </w:pPr>
    </w:p>
    <w:p w14:paraId="6055D7BB" w14:textId="77777777" w:rsidR="0035531B" w:rsidRPr="00833899" w:rsidRDefault="0035531B" w:rsidP="00C52A6F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58420A0F" w14:textId="77777777" w:rsidR="0035531B" w:rsidRPr="00833899" w:rsidRDefault="0035531B" w:rsidP="00C52A6F">
      <w:pPr>
        <w:pStyle w:val="Odstavec1-1a"/>
      </w:pPr>
      <w:r w:rsidRPr="00833899">
        <w:t xml:space="preserve">Osoba </w:t>
      </w:r>
      <w:r w:rsidRPr="00E8576A">
        <w:rPr>
          <w:highlight w:val="yellow"/>
        </w:rPr>
        <w:t>je / není</w:t>
      </w:r>
      <w:r w:rsidRPr="00833899">
        <w:t xml:space="preserve">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2F9D0208" w14:textId="247C40F5" w:rsidR="0035531B" w:rsidRDefault="0035531B" w:rsidP="00C52A6F">
      <w:pPr>
        <w:pStyle w:val="Odstavec1-1a"/>
      </w:pPr>
      <w:r w:rsidRPr="00452F69">
        <w:rPr>
          <w:b/>
        </w:rPr>
        <w:t>Zkušenosti</w:t>
      </w:r>
      <w:r w:rsidR="00845C50">
        <w:t xml:space="preserve"> s </w:t>
      </w:r>
      <w:r>
        <w:t xml:space="preserve">řízením realizace </w:t>
      </w:r>
      <w:r w:rsidR="009534BF">
        <w:t xml:space="preserve">stavby </w:t>
      </w:r>
      <w:r w:rsidR="00BB4AF2">
        <w:t>u </w:t>
      </w:r>
      <w:r>
        <w:t>těch členů odborného personálu,</w:t>
      </w:r>
      <w:r w:rsidR="00BB4AF2">
        <w:t xml:space="preserve"> u </w:t>
      </w:r>
      <w:r>
        <w:t>kterých je taková zkušenost požadována (u ostatních osob se tabulka proškrtne nebo nevyplní)</w:t>
      </w:r>
      <w:r w:rsidR="00307641">
        <w:rPr>
          <w:rStyle w:val="Znakapoznpodarou"/>
        </w:rPr>
        <w:footnoteReference w:id="8"/>
      </w:r>
      <w:r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EF2411D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563BAE8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Název zakázky (stavby)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06337E" w14:textId="77777777" w:rsidR="00452F69" w:rsidRPr="00833899" w:rsidRDefault="00452F69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7663EC9C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EB8D54C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Cena zakázky v Kč bez DPH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3DB7D5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18FF66F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79087E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833899">
              <w:rPr>
                <w:sz w:val="16"/>
                <w:szCs w:val="16"/>
              </w:rPr>
              <w:t>zakázky - v</w:t>
            </w:r>
            <w:proofErr w:type="gramEnd"/>
            <w:r w:rsidRPr="00833899">
              <w:rPr>
                <w:sz w:val="16"/>
                <w:szCs w:val="16"/>
              </w:rPr>
              <w:t> 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847B2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63641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AEDDE9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Termín dokončení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280E7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2D2F819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7AAA41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Doba trvání </w:t>
            </w:r>
            <w:proofErr w:type="gramStart"/>
            <w:r w:rsidRPr="00833899">
              <w:rPr>
                <w:sz w:val="16"/>
                <w:szCs w:val="16"/>
              </w:rPr>
              <w:t>zkušenosti - délka</w:t>
            </w:r>
            <w:proofErr w:type="gramEnd"/>
            <w:r w:rsidRPr="00833899">
              <w:rPr>
                <w:sz w:val="16"/>
                <w:szCs w:val="16"/>
              </w:rPr>
              <w:t xml:space="preserve"> celkem +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EE25DA6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4CC1F10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28A96D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Objednatel zakázky (obch. firma/název a sídlo a kontaktní osoba </w:t>
            </w:r>
            <w:proofErr w:type="gramStart"/>
            <w:r w:rsidRPr="00833899">
              <w:rPr>
                <w:sz w:val="16"/>
                <w:szCs w:val="16"/>
              </w:rPr>
              <w:t>objednatele - jméno</w:t>
            </w:r>
            <w:proofErr w:type="gramEnd"/>
            <w:r w:rsidRPr="00833899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9C92638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12FC0" w:rsidRPr="00833899" w14:paraId="358A239E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D09829" w14:textId="77777777" w:rsidR="00C12FC0" w:rsidRPr="00833899" w:rsidRDefault="00C12FC0" w:rsidP="00E857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Označení zastávané pozice při plnění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E6A0D3A" w14:textId="77777777" w:rsidR="00C12FC0" w:rsidRPr="00833899" w:rsidRDefault="00C12FC0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E7E8FC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0F852B0F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 xml:space="preserve">Popis vykonávaných pracovních </w:t>
            </w:r>
            <w:proofErr w:type="gramStart"/>
            <w:r w:rsidRPr="00833899">
              <w:rPr>
                <w:b w:val="0"/>
                <w:sz w:val="16"/>
                <w:szCs w:val="16"/>
              </w:rPr>
              <w:t xml:space="preserve">činností </w:t>
            </w:r>
            <w:r w:rsidR="00170521" w:rsidRPr="00170521">
              <w:rPr>
                <w:b w:val="0"/>
                <w:sz w:val="16"/>
                <w:szCs w:val="16"/>
              </w:rPr>
              <w:t>- v</w:t>
            </w:r>
            <w:proofErr w:type="gramEnd"/>
            <w:r w:rsidR="00170521" w:rsidRPr="00170521">
              <w:rPr>
                <w:b w:val="0"/>
                <w:sz w:val="16"/>
                <w:szCs w:val="16"/>
              </w:rPr>
              <w:t xml:space="preserve">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2D19CF2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85DE6E3" w14:textId="77777777" w:rsidR="0035531B" w:rsidRPr="00833899" w:rsidRDefault="0035531B" w:rsidP="00C52A6F">
      <w:pPr>
        <w:pStyle w:val="Textbezslovn"/>
      </w:pPr>
    </w:p>
    <w:p w14:paraId="656F6209" w14:textId="2F4FEE32" w:rsidR="0035531B" w:rsidRPr="001950C2" w:rsidRDefault="0035531B" w:rsidP="00C52A6F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</w:t>
      </w:r>
      <w:r w:rsidRPr="00433F33">
        <w:t xml:space="preserve">výstavbě / </w:t>
      </w:r>
      <w:r w:rsidR="007A2277" w:rsidRPr="00433F33">
        <w:t xml:space="preserve">autorizace pro ověřování výsledků zeměměřických činností </w:t>
      </w:r>
      <w:r w:rsidRPr="00433F33">
        <w:t>či jiná odborná způsobilost</w:t>
      </w:r>
      <w:r>
        <w:t xml:space="preserve">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14:paraId="7D10EFB9" w14:textId="66DF1C13" w:rsidR="0035531B" w:rsidRDefault="0035531B" w:rsidP="00C52A6F">
      <w:pPr>
        <w:pStyle w:val="Textbezslovn"/>
        <w:ind w:left="1077"/>
      </w:pPr>
      <w:r>
        <w:t xml:space="preserve">(vlastní doklady budou tvořit přílohu </w:t>
      </w:r>
      <w:r w:rsidR="00A67178">
        <w:t>tohoto krycího listu, tj. přílohy č. 1 Výzvy k podání nabídky</w:t>
      </w:r>
      <w:r>
        <w:t>)</w:t>
      </w:r>
    </w:p>
    <w:p w14:paraId="0DC98119" w14:textId="1844FCA4" w:rsidR="0035531B" w:rsidRDefault="0035531B" w:rsidP="00C52A6F">
      <w:pPr>
        <w:pStyle w:val="Odstavec1-1a"/>
      </w:pPr>
      <w:r>
        <w:t xml:space="preserve">Jiné informace (dle uvážení </w:t>
      </w:r>
      <w:r w:rsidR="00641082">
        <w:t>Dodava</w:t>
      </w:r>
      <w:r>
        <w:t>tele): [</w:t>
      </w:r>
      <w:r w:rsidRPr="00833899">
        <w:rPr>
          <w:highlight w:val="yellow"/>
        </w:rPr>
        <w:t>DOPLNÍ DODAVATEL</w:t>
      </w:r>
      <w:r>
        <w:t>]</w:t>
      </w:r>
    </w:p>
    <w:p w14:paraId="4556B308" w14:textId="315A79B8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08862640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6181346E" w:rsidR="00066766" w:rsidRDefault="00066766" w:rsidP="00E8576A">
      <w:pPr>
        <w:pStyle w:val="Nadpisbezsl1-1"/>
        <w:jc w:val="both"/>
      </w:pPr>
      <w:bookmarkStart w:id="13" w:name="_Toc208862641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Pr="00ED1816">
        <w:t>Informace o tom, zda budou na staveništi působit zaměstnanci více než jednoho zhotovitele</w:t>
      </w:r>
      <w:bookmarkEnd w:id="13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5C19F2A8" w14:textId="3D106291" w:rsidR="00066766" w:rsidRDefault="00EB5220" w:rsidP="00EB5220">
      <w:pPr>
        <w:pStyle w:val="Nadpisbezsl1-1"/>
      </w:pPr>
      <w:bookmarkStart w:id="14" w:name="_Toc208862642"/>
      <w:r>
        <w:lastRenderedPageBreak/>
        <w:t xml:space="preserve">Kapitola č. </w:t>
      </w:r>
      <w:r w:rsidR="00D84A9C">
        <w:t xml:space="preserve">11 </w:t>
      </w:r>
      <w:r w:rsidR="00236D43">
        <w:t xml:space="preserve">Přehled </w:t>
      </w:r>
      <w:r>
        <w:t>technických zařízení</w:t>
      </w:r>
      <w:r w:rsidR="00166978">
        <w:rPr>
          <w:rStyle w:val="Znakapoznpodarou"/>
        </w:rPr>
        <w:footnoteReference w:id="9"/>
      </w:r>
      <w:bookmarkEnd w:id="14"/>
    </w:p>
    <w:p w14:paraId="56257118" w14:textId="63AD6562" w:rsidR="00EB5220" w:rsidRPr="00D36729" w:rsidRDefault="00EB5220" w:rsidP="00EB5220">
      <w:pPr>
        <w:jc w:val="both"/>
        <w:rPr>
          <w:rFonts w:ascii="Verdana" w:hAnsi="Verdana"/>
        </w:rPr>
      </w:pPr>
      <w:r w:rsidRPr="00EF4E96">
        <w:rPr>
          <w:rFonts w:ascii="Verdana" w:hAnsi="Verdana"/>
          <w:b/>
          <w:bCs/>
        </w:rPr>
        <w:t>Dodavatel</w:t>
      </w:r>
      <w:r w:rsidR="00D339E2" w:rsidRPr="00D339E2">
        <w:rPr>
          <w:b/>
        </w:rPr>
        <w:t xml:space="preserve"> </w:t>
      </w:r>
      <w:r w:rsidR="00D339E2"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 xml:space="preserve">, že </w:t>
      </w:r>
      <w:r w:rsidRPr="006F0B82">
        <w:rPr>
          <w:rFonts w:ascii="Verdana" w:hAnsi="Verdana"/>
        </w:rPr>
        <w:t>pro účely provádění stavebních prací, které jsou předmětem zadávané veřejné zakázky, disponuje ná</w:t>
      </w:r>
      <w:r>
        <w:rPr>
          <w:rFonts w:ascii="Verdana" w:hAnsi="Verdana"/>
        </w:rPr>
        <w:t>sledujícím technickým vybavením</w:t>
      </w:r>
      <w:r w:rsidRPr="00D36729">
        <w:rPr>
          <w:rFonts w:ascii="Verdana" w:hAnsi="Verdan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1120"/>
        <w:gridCol w:w="1500"/>
        <w:gridCol w:w="946"/>
        <w:gridCol w:w="1271"/>
        <w:gridCol w:w="1142"/>
        <w:gridCol w:w="1259"/>
      </w:tblGrid>
      <w:tr w:rsidR="00EB5220" w:rsidRPr="00D36729" w14:paraId="4ACC684A" w14:textId="77777777" w:rsidTr="00EF4E96">
        <w:trPr>
          <w:trHeight w:val="388"/>
        </w:trPr>
        <w:tc>
          <w:tcPr>
            <w:tcW w:w="8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5BE84F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</w:rPr>
              <w:t>Požadované zařízení</w:t>
            </w:r>
          </w:p>
        </w:tc>
        <w:tc>
          <w:tcPr>
            <w:tcW w:w="417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C141D" w14:textId="2F81E859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Dodavatelem nabídnuté zařízení</w:t>
            </w:r>
          </w:p>
        </w:tc>
      </w:tr>
      <w:tr w:rsidR="00EB5220" w:rsidRPr="00D36729" w14:paraId="5FAC54AD" w14:textId="77777777" w:rsidTr="00EF4E96">
        <w:trPr>
          <w:trHeight w:val="388"/>
        </w:trPr>
        <w:tc>
          <w:tcPr>
            <w:tcW w:w="8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9AADD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C9ACE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  <w:spacing w:val="-6"/>
              </w:rPr>
              <w:t>Typ /Model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BA55B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Výrobní číslo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69B4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Rok výroby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AE977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Technické parametry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B7A95" w14:textId="77777777" w:rsidR="00EB5220" w:rsidRPr="006F0B82" w:rsidDel="00E4519B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Vlastní (V) nebo nevlastní (N)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A85D1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Splňuje vnitřní předpis SŽ V3 (ANO/NE)</w:t>
            </w:r>
          </w:p>
        </w:tc>
      </w:tr>
      <w:tr w:rsidR="00EB5220" w:rsidRPr="00D36729" w14:paraId="6596E3BD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2045983309"/>
            <w:placeholder>
              <w:docPart w:val="A96FE4367636458096E39FE8C4A510CD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96210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98977842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3EB43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19744366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7152F1A" w14:textId="113635A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403029712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CB00B" w14:textId="10112A6B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8011158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A674B" w14:textId="75BF66B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912305823"/>
            <w:placeholder>
              <w:docPart w:val="0E37945E2751455F937F86B0E056D2F2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198527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27819868"/>
            <w:placeholder>
              <w:docPart w:val="7C03006BB19A439CAE39F478359EC3AE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16325C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53AAEEA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1194925531"/>
            <w:placeholder>
              <w:docPart w:val="29702A461AD04D29B8AB754CCDFDC84E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BAE3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04729323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D4744AE" w14:textId="4C90D72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3137317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22292BD" w14:textId="00CBC364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5377317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43A19" w14:textId="5D2BCE5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33245668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597F8" w14:textId="778E890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20015"/>
            <w:placeholder>
              <w:docPart w:val="D1B2E8CEA4A74583903A98555A713CE4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3B220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38472829"/>
            <w:placeholder>
              <w:docPart w:val="2986A86EEC87415ABDDFDC6BE2FD235D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8555D6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5FBCAE31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851925908"/>
            <w:placeholder>
              <w:docPart w:val="BFAE2B4BF24242B286ACFE024C42970C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4F504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88206011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486228" w14:textId="5609693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51403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A9237" w14:textId="313EA9D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3394939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2139" w14:textId="553FC03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38140563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F4800" w14:textId="1A57B425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618874397"/>
            <w:placeholder>
              <w:docPart w:val="7FEA08C0BD5A4CF1ACA785DB0166978E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19D5A2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4843670"/>
            <w:placeholder>
              <w:docPart w:val="719440240F7A4B6F96B7D9DD815F64D9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257314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D5DFF66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22925919"/>
            <w:placeholder>
              <w:docPart w:val="B3D878CB97054851AF5B72329E5C0182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3652A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1497575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CF485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98144718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D5A40" w14:textId="29FB0C6D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728462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C0B1D" w14:textId="5124BA1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30404833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32469" w14:textId="536B458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178085148"/>
            <w:placeholder>
              <w:docPart w:val="805DA9831A2B418ABA16AD33D1F02920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8B7EB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70473911"/>
            <w:placeholder>
              <w:docPart w:val="A7E9330A32D4422C881E3A8D762B0B31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D4A229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4D8CC235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1111552015"/>
            <w:placeholder>
              <w:docPart w:val="8D0988D4A92A4A3097CCBBD67E255099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B33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91632436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B7F411" w14:textId="1693577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07870163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1AFFE6" w14:textId="54C660C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73589859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7FE95" w14:textId="3374A55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8255975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E86C6" w14:textId="0B4E2F2C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11077648"/>
            <w:placeholder>
              <w:docPart w:val="8C788F6F507D4D83BC718D7DABC2994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95424E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91299452"/>
            <w:placeholder>
              <w:docPart w:val="5FF584066F5F4F90AAA72CE64A87469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1D8538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3B6C54F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69183627"/>
            <w:placeholder>
              <w:docPart w:val="5EFB8116204D40B7969E1C682C7D6BD1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0357A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1216601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475B52" w14:textId="08EC6306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6274541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87199B" w14:textId="66B488C0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730833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EE075C" w14:textId="314C00E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8144034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D02CE" w14:textId="533AFC9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158601108"/>
            <w:placeholder>
              <w:docPart w:val="52FDE6A6D0AA4885A11783194E71B36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815D0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57795701"/>
            <w:placeholder>
              <w:docPart w:val="006FC3B25FCD442C84F9C10D1DFB733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1DA6DE5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</w:tbl>
    <w:p w14:paraId="65BC1661" w14:textId="77777777" w:rsidR="00EB5220" w:rsidRPr="00D36729" w:rsidRDefault="00EB5220" w:rsidP="00EB5220">
      <w:pPr>
        <w:rPr>
          <w:rFonts w:ascii="Verdana" w:hAnsi="Verdana"/>
          <w:i/>
        </w:rPr>
      </w:pPr>
    </w:p>
    <w:p w14:paraId="7BB3674B" w14:textId="77777777" w:rsidR="00EB5220" w:rsidRDefault="00EB5220" w:rsidP="00EB5220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14:paraId="2C8EA334" w14:textId="7AFCB7E0" w:rsidR="00EB5220" w:rsidRDefault="00EB5220" w:rsidP="00EB5220">
      <w:pPr>
        <w:pStyle w:val="Textbezslovn"/>
        <w:tabs>
          <w:tab w:val="left" w:pos="851"/>
        </w:tabs>
      </w:pPr>
      <w:r w:rsidRPr="00B710D5">
        <w:t xml:space="preserve">Protokol o </w:t>
      </w:r>
      <w:r w:rsidRPr="00433F33">
        <w:t>provedení provozní zkoušky jednotlivého konkrétního stroje nebo čestné prohlášení ve smyslu čl. 19.3. Výzvy</w:t>
      </w:r>
      <w:r>
        <w:t xml:space="preserve"> k podání nabídk</w:t>
      </w:r>
      <w:r w:rsidR="00166978">
        <w:t>y</w:t>
      </w:r>
      <w:r>
        <w:t xml:space="preserve"> </w:t>
      </w:r>
      <w:r w:rsidRPr="00B710D5">
        <w:t xml:space="preserve">(požadováno u strojů, jež se řídí </w:t>
      </w:r>
      <w:r>
        <w:t>vnitřním předpisem SŽ V3</w:t>
      </w:r>
      <w:r w:rsidRPr="00B710D5">
        <w:t>)</w:t>
      </w:r>
    </w:p>
    <w:p w14:paraId="3F092D95" w14:textId="77777777" w:rsidR="00066766" w:rsidRDefault="00066766" w:rsidP="00EF4E96">
      <w:pPr>
        <w:jc w:val="both"/>
      </w:pPr>
      <w:r>
        <w:br w:type="page"/>
      </w:r>
    </w:p>
    <w:p w14:paraId="150BEA1C" w14:textId="7EC4D7C2" w:rsidR="00D339E2" w:rsidRDefault="00B84CB4" w:rsidP="00D339E2">
      <w:pPr>
        <w:pStyle w:val="Nadpisbezsl1-1"/>
      </w:pPr>
      <w:bookmarkStart w:id="15" w:name="_Toc208862643"/>
      <w:r>
        <w:lastRenderedPageBreak/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10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120CA1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120CA1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94610" w14:textId="77777777" w:rsidR="002E7F02" w:rsidRDefault="002E7F02" w:rsidP="00962258">
      <w:pPr>
        <w:spacing w:after="0" w:line="240" w:lineRule="auto"/>
      </w:pPr>
      <w:r>
        <w:separator/>
      </w:r>
    </w:p>
  </w:endnote>
  <w:endnote w:type="continuationSeparator" w:id="0">
    <w:p w14:paraId="4B62D19A" w14:textId="77777777" w:rsidR="002E7F02" w:rsidRDefault="002E7F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910A5" w14:textId="77777777" w:rsidR="002E7F02" w:rsidRDefault="002E7F02" w:rsidP="00962258">
      <w:pPr>
        <w:spacing w:after="0" w:line="240" w:lineRule="auto"/>
      </w:pPr>
      <w:r>
        <w:separator/>
      </w:r>
    </w:p>
  </w:footnote>
  <w:footnote w:type="continuationSeparator" w:id="0">
    <w:p w14:paraId="2A145DE5" w14:textId="77777777" w:rsidR="002E7F02" w:rsidRDefault="002E7F02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429FF1CB" w14:textId="0A69756F" w:rsidR="00D6532E" w:rsidRPr="00EF4E96" w:rsidRDefault="00D6532E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Dodavatel vyplní pouze v případě, je-li ekonomická kvalifikace vyžadována ve Výzvě k podání nabídky</w:t>
      </w:r>
      <w:r w:rsidR="00C27859" w:rsidRPr="00EF4E96">
        <w:rPr>
          <w:sz w:val="16"/>
          <w:szCs w:val="16"/>
        </w:rPr>
        <w:t>.</w:t>
      </w:r>
    </w:p>
  </w:footnote>
  <w:footnote w:id="5">
    <w:p w14:paraId="4E1221BC" w14:textId="42384AAE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V případě, že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je zahraničním dodavatelem a dokládá obrat v</w:t>
      </w:r>
      <w:r w:rsidR="00C27859" w:rsidRPr="00EF4E96">
        <w:rPr>
          <w:rFonts w:ascii="Verdana" w:hAnsi="Verdana"/>
          <w:sz w:val="16"/>
          <w:szCs w:val="16"/>
        </w:rPr>
        <w:t> </w:t>
      </w:r>
      <w:r w:rsidRPr="00EF4E96">
        <w:rPr>
          <w:rFonts w:ascii="Verdana" w:hAnsi="Verdana"/>
          <w:sz w:val="16"/>
          <w:szCs w:val="16"/>
        </w:rPr>
        <w:t>EUR</w:t>
      </w:r>
      <w:r w:rsidR="00C27859" w:rsidRPr="00EF4E96">
        <w:rPr>
          <w:rFonts w:ascii="Verdana" w:hAnsi="Verdana"/>
          <w:sz w:val="16"/>
          <w:szCs w:val="16"/>
        </w:rPr>
        <w:t>.</w:t>
      </w:r>
    </w:p>
  </w:footnote>
  <w:footnote w:id="6">
    <w:p w14:paraId="28A505D6" w14:textId="0ED13402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uvede kurz použitý pro přepočet obratu z EUR na Kč. Pro přepočet z cizí měny na CZK použije poslední čtvrtletní průměrný kurz devizového trhu příslušné měny k CZK stanovený a zveřejněný ČNB ke dni zahájení zadávacího řízení.</w:t>
      </w:r>
    </w:p>
  </w:footnote>
  <w:footnote w:id="7">
    <w:p w14:paraId="56852F5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praxe dodavatel opakuje tabulku nebo doplní další řádky.</w:t>
      </w:r>
    </w:p>
  </w:footnote>
  <w:footnote w:id="8">
    <w:p w14:paraId="4E76486A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zkušenosti dodavatel opakuje tabulku nebo doplní další řádky.</w:t>
      </w:r>
    </w:p>
  </w:footnote>
  <w:footnote w:id="9">
    <w:p w14:paraId="09217A80" w14:textId="198CB917" w:rsidR="00166978" w:rsidRPr="00EF4E96" w:rsidRDefault="00166978">
      <w:pPr>
        <w:pStyle w:val="Textpoznpodarou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je-li přehled technických zařízení vyžadován ve Výzvě k podání nabídky.</w:t>
      </w:r>
    </w:p>
  </w:footnote>
  <w:footnote w:id="10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0CA1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02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3F33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C7EC0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378E"/>
    <w:rsid w:val="00E37347"/>
    <w:rsid w:val="00E42600"/>
    <w:rsid w:val="00E437B0"/>
    <w:rsid w:val="00E44045"/>
    <w:rsid w:val="00E45358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D830D3C3604A0B9D4622A9B238A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A1023-41F2-4D90-8BB4-C977E9EEA151}"/>
      </w:docPartPr>
      <w:docPartBody>
        <w:p w:rsidR="00374734" w:rsidRDefault="00E27588" w:rsidP="00E27588">
          <w:pPr>
            <w:pStyle w:val="01D830D3C3604A0B9D4622A9B238A101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4CB930CAB544B99C6DA5A6DE116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7D54D-0884-4870-A9FE-8E4E90F8E25B}"/>
      </w:docPartPr>
      <w:docPartBody>
        <w:p w:rsidR="00374734" w:rsidRDefault="00E27588" w:rsidP="00E27588">
          <w:pPr>
            <w:pStyle w:val="5E4CB930CAB544B99C6DA5A6DE116FB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E8814A8204CB4E2B96C63DE241CC1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62C03-751D-48C1-88E0-51F234FAEB0A}"/>
      </w:docPartPr>
      <w:docPartBody>
        <w:p w:rsidR="00374734" w:rsidRDefault="00E27588" w:rsidP="00E27588">
          <w:pPr>
            <w:pStyle w:val="E8814A8204CB4E2B96C63DE241CC1963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F0223890D67348F8B755B163E8331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274863-F6E7-495D-AD1E-FCF053C54D1E}"/>
      </w:docPartPr>
      <w:docPartBody>
        <w:p w:rsidR="00374734" w:rsidRDefault="00E27588" w:rsidP="00E27588">
          <w:pPr>
            <w:pStyle w:val="F0223890D67348F8B755B163E8331B6C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44A40BE0B0BE4E9C80629C011E10C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BA4BD9-26FB-4D71-89C7-6BFB880D8046}"/>
      </w:docPartPr>
      <w:docPartBody>
        <w:p w:rsidR="00374734" w:rsidRDefault="00E27588" w:rsidP="00E27588">
          <w:pPr>
            <w:pStyle w:val="44A40BE0B0BE4E9C80629C011E10C9A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DD92709007940F984FD98E15939C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49356-D5C9-4B4D-81D3-730D7ED8C45C}"/>
      </w:docPartPr>
      <w:docPartBody>
        <w:p w:rsidR="00374734" w:rsidRDefault="00E27588" w:rsidP="00E27588">
          <w:pPr>
            <w:pStyle w:val="BDD92709007940F984FD98E15939C866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345634E01B6044FE81FD94811BFA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D1D49-B393-42B9-AD53-3D40E96A40AE}"/>
      </w:docPartPr>
      <w:docPartBody>
        <w:p w:rsidR="00374734" w:rsidRDefault="00E27588" w:rsidP="00E27588">
          <w:pPr>
            <w:pStyle w:val="345634E01B6044FE81FD94811BFA95D8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EC13502801345FE90F79E76AE8A4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F826D-C6E0-4BE9-9735-563F1DDB4729}"/>
      </w:docPartPr>
      <w:docPartBody>
        <w:p w:rsidR="00374734" w:rsidRDefault="00E27588" w:rsidP="00E27588">
          <w:pPr>
            <w:pStyle w:val="1EC13502801345FE90F79E76AE8A4B02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6ACE2DA58E754C649A53C259DCF77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4271D-CD0B-4728-9D53-160319207881}"/>
      </w:docPartPr>
      <w:docPartBody>
        <w:p w:rsidR="00374734" w:rsidRDefault="00E27588" w:rsidP="00E27588">
          <w:pPr>
            <w:pStyle w:val="6ACE2DA58E754C649A53C259DCF7777E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96FE4367636458096E39FE8C4A51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20B4A-CDAE-4725-B51A-1A79CDC989C5}"/>
      </w:docPartPr>
      <w:docPartBody>
        <w:p w:rsidR="00376800" w:rsidRDefault="00E27588" w:rsidP="00E27588">
          <w:pPr>
            <w:pStyle w:val="A96FE4367636458096E39FE8C4A510C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FDF0DA563EE4E3FAFBB41A2F8366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E8ACB-39F5-4E45-9C1D-7FCCDD1B1E74}"/>
      </w:docPartPr>
      <w:docPartBody>
        <w:p w:rsidR="00376800" w:rsidRDefault="00E27588" w:rsidP="00E27588">
          <w:pPr>
            <w:pStyle w:val="DFDF0DA563EE4E3FAFBB41A2F836638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E37945E2751455F937F86B0E056D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44727-768B-4664-89E8-975989F07A02}"/>
      </w:docPartPr>
      <w:docPartBody>
        <w:p w:rsidR="00376800" w:rsidRDefault="00E27588" w:rsidP="00E27588">
          <w:pPr>
            <w:pStyle w:val="0E37945E2751455F937F86B0E056D2F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C03006BB19A439CAE39F478359EC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34F6E-CDE9-4CD0-B72D-7D14B951DD19}"/>
      </w:docPartPr>
      <w:docPartBody>
        <w:p w:rsidR="00376800" w:rsidRDefault="00E27588" w:rsidP="00E27588">
          <w:pPr>
            <w:pStyle w:val="7C03006BB19A439CAE39F478359EC3A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702A461AD04D29B8AB754CCDFDC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FC95B-56E1-4D73-9AEB-F1443647CB2C}"/>
      </w:docPartPr>
      <w:docPartBody>
        <w:p w:rsidR="00376800" w:rsidRDefault="00E27588" w:rsidP="00E27588">
          <w:pPr>
            <w:pStyle w:val="29702A461AD04D29B8AB754CCDFDC84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1B2E8CEA4A74583903A98555A713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D6BD0-CF4F-477F-8EAD-DB731D5EE82A}"/>
      </w:docPartPr>
      <w:docPartBody>
        <w:p w:rsidR="00376800" w:rsidRDefault="00E27588" w:rsidP="00E27588">
          <w:pPr>
            <w:pStyle w:val="D1B2E8CEA4A74583903A98555A713CE4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86A86EEC87415ABDDFDC6BE2FD23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E515F-B93F-49CB-BA56-60A25AB4E27C}"/>
      </w:docPartPr>
      <w:docPartBody>
        <w:p w:rsidR="00376800" w:rsidRDefault="00E27588" w:rsidP="00E27588">
          <w:pPr>
            <w:pStyle w:val="2986A86EEC87415ABDDFDC6BE2FD235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FAE2B4BF24242B286ACFE024C4297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F2B39-078A-4EC8-A072-108BEEA9C7F8}"/>
      </w:docPartPr>
      <w:docPartBody>
        <w:p w:rsidR="00376800" w:rsidRDefault="00E27588" w:rsidP="00E27588">
          <w:pPr>
            <w:pStyle w:val="BFAE2B4BF24242B286ACFE024C42970C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FEA08C0BD5A4CF1ACA785DB01669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DA3E6-132E-40EF-A304-A83453A8C252}"/>
      </w:docPartPr>
      <w:docPartBody>
        <w:p w:rsidR="00376800" w:rsidRDefault="00E27588" w:rsidP="00E27588">
          <w:pPr>
            <w:pStyle w:val="7FEA08C0BD5A4CF1ACA785DB0166978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19440240F7A4B6F96B7D9DD815F6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79308-C392-4EB1-95ED-814ABA7CDD74}"/>
      </w:docPartPr>
      <w:docPartBody>
        <w:p w:rsidR="00376800" w:rsidRDefault="00E27588" w:rsidP="00E27588">
          <w:pPr>
            <w:pStyle w:val="719440240F7A4B6F96B7D9DD815F64D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3D878CB97054851AF5B72329E5C0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7DBB4-2B5C-4CA5-A934-326BA008634D}"/>
      </w:docPartPr>
      <w:docPartBody>
        <w:p w:rsidR="00376800" w:rsidRDefault="00E27588" w:rsidP="00E27588">
          <w:pPr>
            <w:pStyle w:val="B3D878CB97054851AF5B72329E5C018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40F1F4F42AA4587B6013DF4833F23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A14B8-030F-4D2F-AD63-65076282C49B}"/>
      </w:docPartPr>
      <w:docPartBody>
        <w:p w:rsidR="00376800" w:rsidRDefault="00E27588" w:rsidP="00E27588">
          <w:pPr>
            <w:pStyle w:val="140F1F4F42AA4587B6013DF4833F23A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05DA9831A2B418ABA16AD33D1F02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877D2-20E6-408C-B9B2-B2735ED7DA38}"/>
      </w:docPartPr>
      <w:docPartBody>
        <w:p w:rsidR="00376800" w:rsidRDefault="00E27588" w:rsidP="00E27588">
          <w:pPr>
            <w:pStyle w:val="805DA9831A2B418ABA16AD33D1F02920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7E9330A32D4422C881E3A8D762B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86176-5716-4309-968C-B6A19CE721CE}"/>
      </w:docPartPr>
      <w:docPartBody>
        <w:p w:rsidR="00376800" w:rsidRDefault="00E27588" w:rsidP="00E27588">
          <w:pPr>
            <w:pStyle w:val="A7E9330A32D4422C881E3A8D762B0B3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D0988D4A92A4A3097CCBBD67E255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C42F8-5F7B-4C94-B04E-196188E8F4A9}"/>
      </w:docPartPr>
      <w:docPartBody>
        <w:p w:rsidR="00376800" w:rsidRDefault="00E27588" w:rsidP="00E27588">
          <w:pPr>
            <w:pStyle w:val="8D0988D4A92A4A3097CCBBD67E25509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C788F6F507D4D83BC718D7DABC29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AF266-536D-434F-8F67-FCB0AE1478D6}"/>
      </w:docPartPr>
      <w:docPartBody>
        <w:p w:rsidR="00376800" w:rsidRDefault="00E27588" w:rsidP="00E27588">
          <w:pPr>
            <w:pStyle w:val="8C788F6F507D4D83BC718D7DABC2994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FF584066F5F4F90AAA72CE64A874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CE98A-A59C-4D76-9383-A29A6BA4786A}"/>
      </w:docPartPr>
      <w:docPartBody>
        <w:p w:rsidR="00376800" w:rsidRDefault="00E27588" w:rsidP="00E27588">
          <w:pPr>
            <w:pStyle w:val="5FF584066F5F4F90AAA72CE64A87469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FB8116204D40B7969E1C682C7D6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AB343-18E4-4311-8D7E-E0737FC3D47F}"/>
      </w:docPartPr>
      <w:docPartBody>
        <w:p w:rsidR="00376800" w:rsidRDefault="00E27588" w:rsidP="00E27588">
          <w:pPr>
            <w:pStyle w:val="5EFB8116204D40B7969E1C682C7D6BD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2FDE6A6D0AA4885A11783194E71B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635D4-834B-488B-84F3-89C6D0FB7448}"/>
      </w:docPartPr>
      <w:docPartBody>
        <w:p w:rsidR="00376800" w:rsidRDefault="00E27588" w:rsidP="00E27588">
          <w:pPr>
            <w:pStyle w:val="52FDE6A6D0AA4885A11783194E71B36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06FC3B25FCD442C84F9C10D1DFB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DCDBE-94BA-41A1-A016-79BC8EDC5BD1}"/>
      </w:docPartPr>
      <w:docPartBody>
        <w:p w:rsidR="00376800" w:rsidRDefault="00E27588" w:rsidP="00E27588">
          <w:pPr>
            <w:pStyle w:val="006FC3B25FCD442C84F9C10D1DFB733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215FBE"/>
    <w:rsid w:val="002450A8"/>
    <w:rsid w:val="002479B1"/>
    <w:rsid w:val="00374734"/>
    <w:rsid w:val="00376800"/>
    <w:rsid w:val="003E7F69"/>
    <w:rsid w:val="0045525D"/>
    <w:rsid w:val="004B48D8"/>
    <w:rsid w:val="004C7EC0"/>
    <w:rsid w:val="00581789"/>
    <w:rsid w:val="00592296"/>
    <w:rsid w:val="006B7641"/>
    <w:rsid w:val="006C6A0E"/>
    <w:rsid w:val="00746B38"/>
    <w:rsid w:val="007C641A"/>
    <w:rsid w:val="008211BB"/>
    <w:rsid w:val="00925D65"/>
    <w:rsid w:val="00AC4100"/>
    <w:rsid w:val="00BC73A3"/>
    <w:rsid w:val="00C74C99"/>
    <w:rsid w:val="00CD0DBE"/>
    <w:rsid w:val="00CF089C"/>
    <w:rsid w:val="00E16E5B"/>
    <w:rsid w:val="00E27588"/>
    <w:rsid w:val="00E3378E"/>
    <w:rsid w:val="00E6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01D830D3C3604A0B9D4622A9B238A101">
    <w:name w:val="01D830D3C3604A0B9D4622A9B238A101"/>
    <w:rsid w:val="002479B1"/>
  </w:style>
  <w:style w:type="paragraph" w:customStyle="1" w:styleId="5E4CB930CAB544B99C6DA5A6DE116FBF">
    <w:name w:val="5E4CB930CAB544B99C6DA5A6DE116FBF"/>
    <w:rsid w:val="002479B1"/>
  </w:style>
  <w:style w:type="paragraph" w:customStyle="1" w:styleId="E8814A8204CB4E2B96C63DE241CC1963">
    <w:name w:val="E8814A8204CB4E2B96C63DE241CC1963"/>
    <w:rsid w:val="002479B1"/>
  </w:style>
  <w:style w:type="paragraph" w:customStyle="1" w:styleId="F0223890D67348F8B755B163E8331B6C">
    <w:name w:val="F0223890D67348F8B755B163E8331B6C"/>
    <w:rsid w:val="002479B1"/>
  </w:style>
  <w:style w:type="paragraph" w:customStyle="1" w:styleId="44A40BE0B0BE4E9C80629C011E10C9AF">
    <w:name w:val="44A40BE0B0BE4E9C80629C011E10C9AF"/>
    <w:rsid w:val="002479B1"/>
  </w:style>
  <w:style w:type="paragraph" w:customStyle="1" w:styleId="BDD92709007940F984FD98E15939C866">
    <w:name w:val="BDD92709007940F984FD98E15939C866"/>
    <w:rsid w:val="002479B1"/>
  </w:style>
  <w:style w:type="paragraph" w:customStyle="1" w:styleId="345634E01B6044FE81FD94811BFA95D8">
    <w:name w:val="345634E01B6044FE81FD94811BFA95D8"/>
    <w:rsid w:val="002479B1"/>
  </w:style>
  <w:style w:type="paragraph" w:customStyle="1" w:styleId="1EC13502801345FE90F79E76AE8A4B02">
    <w:name w:val="1EC13502801345FE90F79E76AE8A4B02"/>
    <w:rsid w:val="002479B1"/>
  </w:style>
  <w:style w:type="paragraph" w:customStyle="1" w:styleId="6ACE2DA58E754C649A53C259DCF7777E">
    <w:name w:val="6ACE2DA58E754C649A53C259DCF7777E"/>
    <w:rsid w:val="002479B1"/>
  </w:style>
  <w:style w:type="paragraph" w:customStyle="1" w:styleId="A96FE4367636458096E39FE8C4A510CD">
    <w:name w:val="A96FE4367636458096E39FE8C4A510CD"/>
    <w:rsid w:val="002450A8"/>
  </w:style>
  <w:style w:type="paragraph" w:customStyle="1" w:styleId="DFDF0DA563EE4E3FAFBB41A2F836638D">
    <w:name w:val="DFDF0DA563EE4E3FAFBB41A2F836638D"/>
    <w:rsid w:val="002450A8"/>
  </w:style>
  <w:style w:type="paragraph" w:customStyle="1" w:styleId="0E37945E2751455F937F86B0E056D2F2">
    <w:name w:val="0E37945E2751455F937F86B0E056D2F2"/>
    <w:rsid w:val="002450A8"/>
  </w:style>
  <w:style w:type="paragraph" w:customStyle="1" w:styleId="7C03006BB19A439CAE39F478359EC3AE">
    <w:name w:val="7C03006BB19A439CAE39F478359EC3AE"/>
    <w:rsid w:val="002450A8"/>
  </w:style>
  <w:style w:type="paragraph" w:customStyle="1" w:styleId="29702A461AD04D29B8AB754CCDFDC84E">
    <w:name w:val="29702A461AD04D29B8AB754CCDFDC84E"/>
    <w:rsid w:val="002450A8"/>
  </w:style>
  <w:style w:type="paragraph" w:customStyle="1" w:styleId="D1B2E8CEA4A74583903A98555A713CE4">
    <w:name w:val="D1B2E8CEA4A74583903A98555A713CE4"/>
    <w:rsid w:val="002450A8"/>
  </w:style>
  <w:style w:type="paragraph" w:customStyle="1" w:styleId="2986A86EEC87415ABDDFDC6BE2FD235D">
    <w:name w:val="2986A86EEC87415ABDDFDC6BE2FD235D"/>
    <w:rsid w:val="002450A8"/>
  </w:style>
  <w:style w:type="paragraph" w:customStyle="1" w:styleId="BFAE2B4BF24242B286ACFE024C42970C">
    <w:name w:val="BFAE2B4BF24242B286ACFE024C42970C"/>
    <w:rsid w:val="002450A8"/>
  </w:style>
  <w:style w:type="paragraph" w:customStyle="1" w:styleId="7FEA08C0BD5A4CF1ACA785DB0166978E">
    <w:name w:val="7FEA08C0BD5A4CF1ACA785DB0166978E"/>
    <w:rsid w:val="002450A8"/>
  </w:style>
  <w:style w:type="paragraph" w:customStyle="1" w:styleId="719440240F7A4B6F96B7D9DD815F64D9">
    <w:name w:val="719440240F7A4B6F96B7D9DD815F64D9"/>
    <w:rsid w:val="002450A8"/>
  </w:style>
  <w:style w:type="paragraph" w:customStyle="1" w:styleId="B3D878CB97054851AF5B72329E5C0182">
    <w:name w:val="B3D878CB97054851AF5B72329E5C0182"/>
    <w:rsid w:val="002450A8"/>
  </w:style>
  <w:style w:type="paragraph" w:customStyle="1" w:styleId="140F1F4F42AA4587B6013DF4833F23A1">
    <w:name w:val="140F1F4F42AA4587B6013DF4833F23A1"/>
    <w:rsid w:val="002450A8"/>
  </w:style>
  <w:style w:type="paragraph" w:customStyle="1" w:styleId="805DA9831A2B418ABA16AD33D1F02920">
    <w:name w:val="805DA9831A2B418ABA16AD33D1F02920"/>
    <w:rsid w:val="002450A8"/>
  </w:style>
  <w:style w:type="paragraph" w:customStyle="1" w:styleId="A7E9330A32D4422C881E3A8D762B0B31">
    <w:name w:val="A7E9330A32D4422C881E3A8D762B0B31"/>
    <w:rsid w:val="002450A8"/>
  </w:style>
  <w:style w:type="paragraph" w:customStyle="1" w:styleId="8D0988D4A92A4A3097CCBBD67E255099">
    <w:name w:val="8D0988D4A92A4A3097CCBBD67E255099"/>
    <w:rsid w:val="002450A8"/>
  </w:style>
  <w:style w:type="paragraph" w:customStyle="1" w:styleId="8C788F6F507D4D83BC718D7DABC29948">
    <w:name w:val="8C788F6F507D4D83BC718D7DABC29948"/>
    <w:rsid w:val="002450A8"/>
  </w:style>
  <w:style w:type="paragraph" w:customStyle="1" w:styleId="5FF584066F5F4F90AAA72CE64A87469B">
    <w:name w:val="5FF584066F5F4F90AAA72CE64A87469B"/>
    <w:rsid w:val="002450A8"/>
  </w:style>
  <w:style w:type="paragraph" w:customStyle="1" w:styleId="5EFB8116204D40B7969E1C682C7D6BD1">
    <w:name w:val="5EFB8116204D40B7969E1C682C7D6BD1"/>
    <w:rsid w:val="002450A8"/>
  </w:style>
  <w:style w:type="paragraph" w:customStyle="1" w:styleId="52FDE6A6D0AA4885A11783194E71B368">
    <w:name w:val="52FDE6A6D0AA4885A11783194E71B368"/>
    <w:rsid w:val="002450A8"/>
  </w:style>
  <w:style w:type="paragraph" w:customStyle="1" w:styleId="006FC3B25FCD442C84F9C10D1DFB733B">
    <w:name w:val="006FC3B25FCD442C84F9C10D1DFB733B"/>
    <w:rsid w:val="002450A8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01D830D3C3604A0B9D4622A9B238A1011">
    <w:name w:val="01D830D3C3604A0B9D4622A9B238A10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1">
    <w:name w:val="5E4CB930CAB544B99C6DA5A6DE116FB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1">
    <w:name w:val="E8814A8204CB4E2B96C63DE241CC1963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1">
    <w:name w:val="F0223890D67348F8B755B163E8331B6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1">
    <w:name w:val="44A40BE0B0BE4E9C80629C011E10C9A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1">
    <w:name w:val="BDD92709007940F984FD98E15939C866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1">
    <w:name w:val="345634E01B6044FE81FD94811BFA95D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1">
    <w:name w:val="1EC13502801345FE90F79E76AE8A4B0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1">
    <w:name w:val="6ACE2DA58E754C649A53C259DCF7777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1">
    <w:name w:val="A96FE4367636458096E39FE8C4A510C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1">
    <w:name w:val="DFDF0DA563EE4E3FAFBB41A2F836638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1">
    <w:name w:val="0E37945E2751455F937F86B0E056D2F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1">
    <w:name w:val="7C03006BB19A439CAE39F478359EC3A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1">
    <w:name w:val="29702A461AD04D29B8AB754CCDFDC84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1">
    <w:name w:val="D1B2E8CEA4A74583903A98555A713CE4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1">
    <w:name w:val="2986A86EEC87415ABDDFDC6BE2FD235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1">
    <w:name w:val="BFAE2B4BF24242B286ACFE024C42970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1">
    <w:name w:val="7FEA08C0BD5A4CF1ACA785DB0166978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1">
    <w:name w:val="719440240F7A4B6F96B7D9DD815F64D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1">
    <w:name w:val="B3D878CB97054851AF5B72329E5C018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1">
    <w:name w:val="140F1F4F42AA4587B6013DF4833F23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1">
    <w:name w:val="805DA9831A2B418ABA16AD33D1F02920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1">
    <w:name w:val="A7E9330A32D4422C881E3A8D762B0B3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1">
    <w:name w:val="8D0988D4A92A4A3097CCBBD67E25509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1">
    <w:name w:val="8C788F6F507D4D83BC718D7DABC2994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1">
    <w:name w:val="5FF584066F5F4F90AAA72CE64A87469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1">
    <w:name w:val="5EFB8116204D40B7969E1C682C7D6BD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1">
    <w:name w:val="52FDE6A6D0AA4885A11783194E71B36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1">
    <w:name w:val="006FC3B25FCD442C84F9C10D1DFB733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1">
    <w:name w:val="DE8BC9535E614A5EBFB9CD5298E1C115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1">
    <w:name w:val="BD83AE7999EC4D158BAD9749B1D870F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1">
    <w:name w:val="E7B2F2A2E0DF4B4191942103DA2980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1D830D3C3604A0B9D4622A9B238A1012">
    <w:name w:val="01D830D3C3604A0B9D4622A9B238A10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2">
    <w:name w:val="5E4CB930CAB544B99C6DA5A6DE116FB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2">
    <w:name w:val="E8814A8204CB4E2B96C63DE241CC1963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2">
    <w:name w:val="F0223890D67348F8B755B163E8331B6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2">
    <w:name w:val="44A40BE0B0BE4E9C80629C011E10C9A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2">
    <w:name w:val="BDD92709007940F984FD98E15939C866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2">
    <w:name w:val="345634E01B6044FE81FD94811BFA95D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2">
    <w:name w:val="1EC13502801345FE90F79E76AE8A4B0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2">
    <w:name w:val="6ACE2DA58E754C649A53C259DCF7777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2">
    <w:name w:val="A96FE4367636458096E39FE8C4A510C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2">
    <w:name w:val="DFDF0DA563EE4E3FAFBB41A2F836638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2">
    <w:name w:val="0E37945E2751455F937F86B0E056D2F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2">
    <w:name w:val="7C03006BB19A439CAE39F478359EC3A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2">
    <w:name w:val="29702A461AD04D29B8AB754CCDFDC84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2">
    <w:name w:val="D1B2E8CEA4A74583903A98555A713CE4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2">
    <w:name w:val="2986A86EEC87415ABDDFDC6BE2FD235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2">
    <w:name w:val="BFAE2B4BF24242B286ACFE024C42970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2">
    <w:name w:val="7FEA08C0BD5A4CF1ACA785DB0166978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2">
    <w:name w:val="719440240F7A4B6F96B7D9DD815F64D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2">
    <w:name w:val="B3D878CB97054851AF5B72329E5C018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2">
    <w:name w:val="140F1F4F42AA4587B6013DF4833F23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2">
    <w:name w:val="805DA9831A2B418ABA16AD33D1F02920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2">
    <w:name w:val="A7E9330A32D4422C881E3A8D762B0B3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2">
    <w:name w:val="8D0988D4A92A4A3097CCBBD67E25509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2">
    <w:name w:val="8C788F6F507D4D83BC718D7DABC2994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2">
    <w:name w:val="5FF584066F5F4F90AAA72CE64A87469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2">
    <w:name w:val="5EFB8116204D40B7969E1C682C7D6BD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2">
    <w:name w:val="52FDE6A6D0AA4885A11783194E71B36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2">
    <w:name w:val="006FC3B25FCD442C84F9C10D1DFB733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0548F-B60D-4BC7-AA69-DBD01A42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77</TotalTime>
  <Pages>15</Pages>
  <Words>3683</Words>
  <Characters>22397</Characters>
  <Application>Microsoft Office Word</Application>
  <DocSecurity>0</DocSecurity>
  <Lines>861</Lines>
  <Paragraphs>457</Paragraphs>
  <ScaleCrop>false</ScaleCrop>
  <Company>SŽDC s.o.</Company>
  <LinksUpToDate>false</LinksUpToDate>
  <CharactersWithSpaces>25623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Malínská Hana</cp:lastModifiedBy>
  <cp:revision>76</cp:revision>
  <cp:lastPrinted>2019-03-07T14:42:00Z</cp:lastPrinted>
  <dcterms:created xsi:type="dcterms:W3CDTF">2025-08-26T09:04:00Z</dcterms:created>
  <dcterms:modified xsi:type="dcterms:W3CDTF">2026-03-03T09:49:00Z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